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90" w:rsidRPr="006A0ACD" w:rsidRDefault="002B0D90" w:rsidP="00FE460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ELA</w:t>
      </w:r>
      <w:r w:rsidRPr="006A0ACD">
        <w:rPr>
          <w:rFonts w:ascii="Times New Roman" w:hAnsi="Times New Roman"/>
          <w:b/>
          <w:sz w:val="28"/>
          <w:szCs w:val="28"/>
        </w:rPr>
        <w:t xml:space="preserve">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3672"/>
      </w:tblGrid>
      <w:tr w:rsidR="002B0D90" w:rsidRPr="00856AB0" w:rsidTr="00856AB0">
        <w:tc>
          <w:tcPr>
            <w:tcW w:w="3672" w:type="dxa"/>
            <w:gridSpan w:val="2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856AB0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3672" w:type="dxa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: Day </w:t>
            </w:r>
            <w:r>
              <w:rPr>
                <w:rFonts w:ascii="Times New Roman" w:hAnsi="Times New Roman"/>
                <w:sz w:val="24"/>
                <w:szCs w:val="24"/>
              </w:rPr>
              <w:t>1, 2, 3</w:t>
            </w:r>
          </w:p>
        </w:tc>
      </w:tr>
      <w:tr w:rsidR="002B0D90" w:rsidRPr="00856AB0" w:rsidTr="00856AB0">
        <w:tc>
          <w:tcPr>
            <w:tcW w:w="5508" w:type="dxa"/>
            <w:gridSpan w:val="3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Unit Title: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Wanted! A Few Good Friends</w:t>
            </w:r>
          </w:p>
        </w:tc>
        <w:tc>
          <w:tcPr>
            <w:tcW w:w="5508" w:type="dxa"/>
            <w:gridSpan w:val="3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Corresponding Unit Task: </w:t>
            </w:r>
            <w:r w:rsidRPr="00801B1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Task 2</w:t>
            </w: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Design A Survey</w:t>
            </w:r>
          </w:p>
        </w:tc>
      </w:tr>
      <w:tr w:rsidR="002B0D90" w:rsidRPr="00856AB0" w:rsidTr="00856AB0">
        <w:trPr>
          <w:trHeight w:val="737"/>
        </w:trPr>
        <w:tc>
          <w:tcPr>
            <w:tcW w:w="11016" w:type="dxa"/>
            <w:gridSpan w:val="6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Why is it important for good readers, writers, and speakers to remember the important details when retelling a story, poem, or informational text?  How do illustrations help good readers locate and remember the important details in a story?</w:t>
            </w:r>
          </w:p>
        </w:tc>
      </w:tr>
      <w:tr w:rsidR="002B0D90" w:rsidRPr="00856AB0" w:rsidTr="00856AB0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2B0D90" w:rsidRPr="00856AB0" w:rsidTr="00856AB0">
        <w:trPr>
          <w:trHeight w:val="737"/>
        </w:trPr>
        <w:tc>
          <w:tcPr>
            <w:tcW w:w="5520" w:type="dxa"/>
            <w:gridSpan w:val="4"/>
          </w:tcPr>
          <w:p w:rsidR="002B0D9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Teacher/Student:</w:t>
            </w:r>
          </w:p>
          <w:p w:rsidR="002B0D90" w:rsidRDefault="002B0D90" w:rsidP="000F1FA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Books to read aloud- Be Polite and Kind, Share and Take Turns, Understand and Care</w:t>
            </w:r>
          </w:p>
          <w:p w:rsidR="002B0D90" w:rsidRDefault="002B0D90" w:rsidP="000F1FA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Board/chart paper/ebeam scrapbook- for listing</w:t>
            </w:r>
          </w:p>
          <w:p w:rsidR="002B0D90" w:rsidRDefault="002B0D90" w:rsidP="000F1FA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Index cards for writing short a words</w:t>
            </w:r>
          </w:p>
          <w:p w:rsidR="002B0D90" w:rsidRDefault="002B0D90" w:rsidP="000F1FA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cards depicting character traits</w:t>
            </w:r>
          </w:p>
          <w:p w:rsidR="002B0D90" w:rsidRDefault="002B0D90" w:rsidP="000F1FA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Independent practice page with pictures and vocabulary</w:t>
            </w:r>
          </w:p>
          <w:p w:rsidR="002B0D90" w:rsidRDefault="002B0D90" w:rsidP="000F1FA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Story paper- lined with picture space provided</w:t>
            </w:r>
          </w:p>
          <w:p w:rsidR="002B0D90" w:rsidRDefault="002B0D90" w:rsidP="000F1FA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Phonics Songs and Rhymes chart-1.</w:t>
            </w: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2B0D90" w:rsidRDefault="002B0D90" w:rsidP="00856A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Friendship</w:t>
            </w:r>
          </w:p>
          <w:p w:rsidR="002B0D90" w:rsidRPr="00856AB0" w:rsidRDefault="002B0D90" w:rsidP="00856A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author</w:t>
            </w:r>
          </w:p>
          <w:p w:rsidR="002B0D90" w:rsidRPr="00856AB0" w:rsidRDefault="002B0D90" w:rsidP="000F1FA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>Character Traits: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polite,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kindness, share, listen, care, respect</w:t>
            </w:r>
          </w:p>
        </w:tc>
      </w:tr>
      <w:tr w:rsidR="002B0D90" w:rsidRPr="00856AB0" w:rsidTr="00856AB0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2B0D90" w:rsidRPr="00856AB0" w:rsidTr="00856AB0">
        <w:trPr>
          <w:trHeight w:val="688"/>
        </w:trPr>
        <w:tc>
          <w:tcPr>
            <w:tcW w:w="2538" w:type="dxa"/>
          </w:tcPr>
          <w:p w:rsidR="002B0D90" w:rsidRPr="00856AB0" w:rsidRDefault="002B0D90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56AB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2B0D90" w:rsidRPr="00856AB0" w:rsidRDefault="002B0D90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2B0D90" w:rsidRPr="00856AB0" w:rsidRDefault="002B0D90" w:rsidP="000C47FD">
            <w:pPr>
              <w:pStyle w:val="Default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 xml:space="preserve">      X   Modeled</w:t>
            </w:r>
          </w:p>
          <w:p w:rsidR="002B0D90" w:rsidRPr="00856AB0" w:rsidRDefault="002B0D90" w:rsidP="000C47FD">
            <w:pPr>
              <w:pStyle w:val="Default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 xml:space="preserve">      X   Shared</w:t>
            </w:r>
          </w:p>
          <w:p w:rsidR="002B0D90" w:rsidRPr="00856AB0" w:rsidRDefault="002B0D90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Guided Practice</w:t>
            </w:r>
          </w:p>
          <w:p w:rsidR="002B0D90" w:rsidRPr="00856AB0" w:rsidRDefault="002B0D90" w:rsidP="00856AB0">
            <w:pPr>
              <w:pStyle w:val="Default"/>
              <w:ind w:left="360"/>
            </w:pPr>
            <w:r w:rsidRPr="00856AB0">
              <w:rPr>
                <w:rFonts w:ascii="Times New Roman" w:hAnsi="Times New Roman" w:cs="Times New Roman"/>
              </w:rPr>
              <w:t>X   Independent</w:t>
            </w:r>
          </w:p>
        </w:tc>
        <w:tc>
          <w:tcPr>
            <w:tcW w:w="8478" w:type="dxa"/>
            <w:gridSpan w:val="5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2B0D9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</w:p>
          <w:p w:rsidR="002B0D90" w:rsidRPr="00517B01" w:rsidRDefault="002B0D90" w:rsidP="00517B0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RL. 1.2 demonstrate central message or lesson</w:t>
            </w: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I can determine the difference </w:t>
            </w:r>
            <w:r>
              <w:rPr>
                <w:rFonts w:ascii="Times New Roman" w:hAnsi="Times New Roman"/>
                <w:sz w:val="24"/>
                <w:szCs w:val="24"/>
              </w:rPr>
              <w:t>good and bad character traits.</w:t>
            </w:r>
          </w:p>
          <w:p w:rsidR="002B0D90" w:rsidRDefault="002B0D90" w:rsidP="001676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2B0D90" w:rsidRDefault="002B0D90" w:rsidP="008F5FB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Day 1 &amp; 2 :  (choose one to two books per day)</w:t>
            </w:r>
          </w:p>
          <w:p w:rsidR="002B0D90" w:rsidRPr="00517B01" w:rsidRDefault="002B0D90" w:rsidP="0025146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B01">
              <w:rPr>
                <w:rFonts w:ascii="Times New Roman" w:hAnsi="Times New Roman"/>
                <w:sz w:val="24"/>
                <w:szCs w:val="24"/>
              </w:rPr>
              <w:t xml:space="preserve">Read aloud- </w:t>
            </w:r>
            <w:r w:rsidRPr="00517B01">
              <w:rPr>
                <w:rFonts w:ascii="Times New Roman" w:hAnsi="Times New Roman"/>
                <w:sz w:val="24"/>
                <w:szCs w:val="24"/>
                <w:u w:val="single"/>
              </w:rPr>
              <w:t>Be Polite and Kind</w:t>
            </w:r>
            <w:r w:rsidRPr="00517B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17B01">
              <w:rPr>
                <w:rFonts w:ascii="Times New Roman" w:hAnsi="Times New Roman"/>
                <w:sz w:val="24"/>
                <w:szCs w:val="24"/>
                <w:u w:val="single"/>
              </w:rPr>
              <w:t>Share and Take Turns</w:t>
            </w:r>
            <w:r w:rsidRPr="00517B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17B01">
              <w:rPr>
                <w:rFonts w:ascii="Times New Roman" w:hAnsi="Times New Roman"/>
                <w:sz w:val="24"/>
                <w:szCs w:val="24"/>
                <w:u w:val="single"/>
              </w:rPr>
              <w:t>Understand and Care</w:t>
            </w:r>
          </w:p>
          <w:p w:rsidR="002B0D90" w:rsidRDefault="002B0D90" w:rsidP="0025146E">
            <w:pPr>
              <w:spacing w:after="0" w:line="240" w:lineRule="auto"/>
              <w:ind w:left="2210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Pr="00517B01" w:rsidRDefault="002B0D90" w:rsidP="0025146E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Day 1 &amp; 2:</w:t>
            </w:r>
          </w:p>
          <w:p w:rsidR="002B0D90" w:rsidRDefault="002B0D90" w:rsidP="0025146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Whole group discussion of how examples given in story relate to the theme of the book (as indicated in the title of each story)  </w:t>
            </w:r>
          </w:p>
          <w:p w:rsidR="002B0D90" w:rsidRDefault="002B0D90" w:rsidP="0025146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Compare stories by the same author (above).*Point out that author is a vocabulary word.  It is the person who writes the story.</w:t>
            </w:r>
          </w:p>
          <w:p w:rsidR="002B0D90" w:rsidRDefault="002B0D90" w:rsidP="0025146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Ask: what do these books have in common?  (They all demonstrate character traits.)</w:t>
            </w:r>
          </w:p>
          <w:p w:rsidR="002B0D90" w:rsidRDefault="002B0D90" w:rsidP="0025146E">
            <w:pPr>
              <w:spacing w:after="0" w:line="240" w:lineRule="auto"/>
              <w:ind w:left="770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Pr="00517B01" w:rsidRDefault="002B0D90" w:rsidP="0025146E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Day 1 only: </w:t>
            </w:r>
          </w:p>
          <w:p w:rsidR="002B0D90" w:rsidRDefault="002B0D90" w:rsidP="0025146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B01">
              <w:rPr>
                <w:rFonts w:ascii="Times New Roman" w:hAnsi="Times New Roman"/>
                <w:sz w:val="24"/>
                <w:szCs w:val="24"/>
              </w:rPr>
              <w:t>Discuss vocabulary and meaning in relationship to class rules.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(see vocabulary list above) *Review vocabulary again on Day 2.</w:t>
            </w:r>
          </w:p>
          <w:p w:rsidR="002B0D90" w:rsidRDefault="002B0D90" w:rsidP="00744C29">
            <w:pPr>
              <w:spacing w:after="0" w:line="240" w:lineRule="auto"/>
              <w:ind w:left="770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Pr="00744C29" w:rsidRDefault="002B0D90" w:rsidP="00744C29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Day 3 only:</w:t>
            </w:r>
          </w:p>
          <w:p w:rsidR="002B0D90" w:rsidRDefault="002B0D90" w:rsidP="0025146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“bad” character traits and possible “real –world” consequences of each.  (ex: rude, hurtful, disrespectful, selfish)  This will serve to enhance meaning of vocabulary through non-examples.</w:t>
            </w:r>
          </w:p>
          <w:p w:rsidR="002B0D90" w:rsidRPr="00517B01" w:rsidRDefault="002B0D90" w:rsidP="0025146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may role play examples of “bad” character traits.</w:t>
            </w:r>
          </w:p>
          <w:p w:rsidR="002B0D90" w:rsidRPr="00856AB0" w:rsidRDefault="002B0D90" w:rsidP="0025146E">
            <w:pPr>
              <w:spacing w:after="0" w:line="240" w:lineRule="auto"/>
              <w:ind w:left="22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D90" w:rsidRPr="00856AB0" w:rsidTr="00856AB0">
        <w:trPr>
          <w:trHeight w:val="688"/>
        </w:trPr>
        <w:tc>
          <w:tcPr>
            <w:tcW w:w="2538" w:type="dxa"/>
          </w:tcPr>
          <w:p w:rsidR="002B0D90" w:rsidRPr="00856AB0" w:rsidRDefault="002B0D90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56AB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2B0D90" w:rsidRPr="00856AB0" w:rsidRDefault="002B0D90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2B0D90" w:rsidRPr="00856AB0" w:rsidRDefault="002B0D90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Modeled</w:t>
            </w:r>
          </w:p>
          <w:p w:rsidR="002B0D90" w:rsidRPr="00856AB0" w:rsidRDefault="002B0D90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Shared</w:t>
            </w:r>
          </w:p>
          <w:p w:rsidR="002B0D90" w:rsidRPr="00856AB0" w:rsidRDefault="002B0D90" w:rsidP="00856AB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Guided Practice</w:t>
            </w:r>
          </w:p>
          <w:p w:rsidR="002B0D90" w:rsidRPr="00856AB0" w:rsidRDefault="002B0D90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 Independent</w:t>
            </w:r>
          </w:p>
        </w:tc>
        <w:tc>
          <w:tcPr>
            <w:tcW w:w="8478" w:type="dxa"/>
            <w:gridSpan w:val="5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</w:p>
          <w:p w:rsidR="002B0D90" w:rsidRDefault="002B0D90" w:rsidP="00FA46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7B01">
              <w:rPr>
                <w:rFonts w:ascii="Times New Roman" w:hAnsi="Times New Roman"/>
                <w:sz w:val="20"/>
                <w:szCs w:val="20"/>
              </w:rPr>
              <w:t>RL.1.4 Identify words and phrases in stories or poems that suggest feelings or appeal to the senses.</w:t>
            </w:r>
          </w:p>
          <w:p w:rsidR="002B0D90" w:rsidRDefault="002B0D90" w:rsidP="00FA46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RL. 1.10 Read prose/poetry which is grade level appropriate (Songs and Rhymes chart)</w:t>
            </w:r>
          </w:p>
          <w:p w:rsidR="002B0D90" w:rsidRPr="00517B01" w:rsidRDefault="002B0D90" w:rsidP="00FA46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SL. 1.1 Participate in collaborative conversations with peers/adults in small groups</w:t>
            </w:r>
          </w:p>
          <w:p w:rsidR="002B0D90" w:rsidRPr="00FA46D2" w:rsidRDefault="002B0D90" w:rsidP="00FA46D2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Default="002B0D90" w:rsidP="00FA46D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I can complete a word sort with </w:t>
            </w:r>
            <w:r>
              <w:rPr>
                <w:rFonts w:ascii="Times New Roman" w:hAnsi="Times New Roman"/>
                <w:sz w:val="24"/>
                <w:szCs w:val="24"/>
              </w:rPr>
              <w:t>“good/bad” character traits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B0D90" w:rsidRDefault="002B0D90" w:rsidP="00FA46D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Pr="00744C29" w:rsidRDefault="002B0D90" w:rsidP="00FA46D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Instructional Plan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-Vocabulary:</w:t>
            </w:r>
          </w:p>
          <w:p w:rsidR="002B0D90" w:rsidRDefault="002B0D90" w:rsidP="00744C2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Day 1</w:t>
            </w:r>
          </w:p>
          <w:p w:rsidR="002B0D90" w:rsidRDefault="002B0D90" w:rsidP="00744C2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29">
              <w:rPr>
                <w:rFonts w:ascii="Times New Roman" w:hAnsi="Times New Roman"/>
                <w:sz w:val="24"/>
                <w:szCs w:val="24"/>
              </w:rPr>
              <w:t>Sort picture cards depicting good/bad character traits with discussion of why/how it was sorted.  (small group/tables)</w:t>
            </w:r>
          </w:p>
          <w:p w:rsidR="002B0D90" w:rsidRDefault="002B0D90" w:rsidP="00744C2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Pr="00744C29" w:rsidRDefault="002B0D90" w:rsidP="00744C2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Default="002B0D90" w:rsidP="00744C29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B01">
              <w:rPr>
                <w:rFonts w:ascii="Times New Roman" w:hAnsi="Times New Roman"/>
                <w:sz w:val="24"/>
                <w:szCs w:val="24"/>
              </w:rPr>
              <w:t xml:space="preserve">Day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B0D90" w:rsidRDefault="002B0D90" w:rsidP="00FA46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m</w:t>
            </w:r>
            <w:r w:rsidRPr="00517B01">
              <w:rPr>
                <w:rFonts w:ascii="Times New Roman" w:hAnsi="Times New Roman"/>
                <w:sz w:val="24"/>
                <w:szCs w:val="24"/>
              </w:rPr>
              <w:t>atch character trait vocabulary words to corresponding picture (independent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practice page</w:t>
            </w:r>
            <w:r w:rsidRPr="00517B0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0D90" w:rsidRDefault="002B0D90" w:rsidP="00744C2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D90" w:rsidRDefault="002B0D90" w:rsidP="00744C2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Instructional Plan- Phonics: Short a, final –ck</w:t>
            </w:r>
          </w:p>
          <w:p w:rsidR="002B0D90" w:rsidRDefault="002B0D90" w:rsidP="00744C2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2B0D90" w:rsidRPr="00744C29" w:rsidRDefault="002B0D90" w:rsidP="00744C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Scott Foresman Phonics Songs &amp; Rhymes chart 1-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Sing “Jack’s Cat” to the tune of Itsy Bitsy Spider  (or play cd).  Have children follow along while teacher models 1-1 correspondence.  Then have students take turns locating short a words on the chart.  </w:t>
            </w:r>
          </w:p>
          <w:p w:rsidR="002B0D90" w:rsidRPr="00801B11" w:rsidRDefault="002B0D90" w:rsidP="00744C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 task (above) and have them locate –ck words.</w:t>
            </w:r>
          </w:p>
          <w:p w:rsidR="002B0D90" w:rsidRPr="00801B11" w:rsidRDefault="002B0D90" w:rsidP="00801B11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D90" w:rsidRPr="00744C29" w:rsidRDefault="002B0D90" w:rsidP="00801B1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2B0D90" w:rsidRPr="00744C29" w:rsidRDefault="002B0D90" w:rsidP="00744C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Write the following words on the board (or index cards): cat, pal, Jack, black, lap, snack, Mack.  Call on students to read words independently (outside of the context of the song).  *If unsuccessful, use song and 1-1 correspondence.  Also isolate and segment sounds. </w:t>
            </w:r>
          </w:p>
          <w:p w:rsidR="002B0D9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D90" w:rsidRDefault="002B0D90" w:rsidP="00744C29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2B0D90" w:rsidRPr="00744C29" w:rsidRDefault="002B0D90" w:rsidP="00744C29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Build words- </w:t>
            </w:r>
            <w:r w:rsidRPr="00744C29">
              <w:rPr>
                <w:rFonts w:ascii="Times New Roman" w:hAnsi="Times New Roman"/>
                <w:sz w:val="24"/>
                <w:szCs w:val="24"/>
              </w:rPr>
              <w:t xml:space="preserve">Students make short a and final –ck words. Teacher writes the word: </w:t>
            </w:r>
            <w:r w:rsidRPr="00744C29">
              <w:rPr>
                <w:rFonts w:ascii="Times New Roman" w:hAnsi="Times New Roman"/>
                <w:i/>
                <w:sz w:val="24"/>
                <w:szCs w:val="24"/>
              </w:rPr>
              <w:t>tap</w:t>
            </w:r>
            <w:r w:rsidRPr="00744C29">
              <w:rPr>
                <w:rFonts w:ascii="Times New Roman" w:hAnsi="Times New Roman"/>
                <w:sz w:val="24"/>
                <w:szCs w:val="24"/>
              </w:rPr>
              <w:t xml:space="preserve">.  Then teacher asks student(s) to change the ending sound in tap to </w:t>
            </w:r>
            <w:r w:rsidRPr="00744C29">
              <w:rPr>
                <w:rFonts w:ascii="Times New Roman" w:hAnsi="Times New Roman"/>
                <w:i/>
                <w:sz w:val="24"/>
                <w:szCs w:val="24"/>
              </w:rPr>
              <w:t>–ck</w:t>
            </w:r>
            <w:r w:rsidRPr="00744C29">
              <w:rPr>
                <w:rFonts w:ascii="Times New Roman" w:hAnsi="Times New Roman"/>
                <w:sz w:val="24"/>
                <w:szCs w:val="24"/>
              </w:rPr>
              <w:t xml:space="preserve"> to make tack.  Students may use whiteboards or letter tiles to build the following words: </w:t>
            </w:r>
            <w:r w:rsidRPr="00744C29">
              <w:rPr>
                <w:rFonts w:ascii="Times New Roman" w:hAnsi="Times New Roman"/>
                <w:i/>
                <w:sz w:val="24"/>
                <w:szCs w:val="24"/>
              </w:rPr>
              <w:t>bat- back, sat- sack, pan-pack, ram-rack</w:t>
            </w:r>
            <w:r w:rsidRPr="00744C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0D90" w:rsidRPr="00856AB0" w:rsidRDefault="002B0D90" w:rsidP="00FA46D2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D90" w:rsidRPr="00856AB0" w:rsidTr="00856AB0">
        <w:trPr>
          <w:trHeight w:val="1448"/>
        </w:trPr>
        <w:tc>
          <w:tcPr>
            <w:tcW w:w="2538" w:type="dxa"/>
          </w:tcPr>
          <w:p w:rsidR="002B0D90" w:rsidRPr="00856AB0" w:rsidRDefault="002B0D90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56AB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2B0D90" w:rsidRPr="00856AB0" w:rsidRDefault="002B0D90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2B0D90" w:rsidRPr="00856AB0" w:rsidRDefault="002B0D90" w:rsidP="00795D8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 </w:t>
            </w:r>
            <w:r w:rsidRPr="00856AB0">
              <w:rPr>
                <w:rFonts w:ascii="Times New Roman" w:hAnsi="Times New Roman" w:cs="Times New Roman"/>
              </w:rPr>
              <w:t>Modeled</w:t>
            </w:r>
          </w:p>
          <w:p w:rsidR="002B0D90" w:rsidRPr="00856AB0" w:rsidRDefault="002B0D90" w:rsidP="00744C2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Pr="00856AB0">
              <w:rPr>
                <w:rFonts w:ascii="Times New Roman" w:hAnsi="Times New Roman" w:cs="Times New Roman"/>
              </w:rPr>
              <w:t>Shared</w:t>
            </w:r>
          </w:p>
          <w:p w:rsidR="002B0D90" w:rsidRPr="00856AB0" w:rsidRDefault="002B0D90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 Guided Practice</w:t>
            </w:r>
          </w:p>
          <w:p w:rsidR="002B0D90" w:rsidRPr="00856AB0" w:rsidRDefault="002B0D90" w:rsidP="00856A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856AB0">
              <w:rPr>
                <w:rFonts w:ascii="Times New Roman" w:hAnsi="Times New Roman" w:cs="Times New Roman"/>
              </w:rPr>
              <w:t>X    Independent</w:t>
            </w:r>
          </w:p>
        </w:tc>
        <w:tc>
          <w:tcPr>
            <w:tcW w:w="8478" w:type="dxa"/>
            <w:gridSpan w:val="5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</w:p>
          <w:p w:rsidR="002B0D90" w:rsidRPr="008A36E1" w:rsidRDefault="002B0D90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A36E1">
              <w:rPr>
                <w:rFonts w:ascii="Times New Roman" w:hAnsi="Times New Roman"/>
                <w:bCs/>
                <w:iCs/>
                <w:sz w:val="20"/>
                <w:szCs w:val="20"/>
              </w:rPr>
              <w:t>W1.1 Write an opinion about a given topic and give a reason</w:t>
            </w:r>
          </w:p>
          <w:p w:rsidR="002B0D90" w:rsidRDefault="002B0D90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A36E1">
              <w:rPr>
                <w:rFonts w:ascii="Times New Roman" w:hAnsi="Times New Roman"/>
                <w:sz w:val="20"/>
                <w:szCs w:val="20"/>
              </w:rPr>
              <w:t xml:space="preserve">W.1.8 </w:t>
            </w:r>
            <w:r w:rsidRPr="008A36E1">
              <w:rPr>
                <w:rFonts w:ascii="Times New Roman" w:hAnsi="Times New Roman"/>
                <w:bCs/>
                <w:iCs/>
                <w:sz w:val="20"/>
                <w:szCs w:val="20"/>
              </w:rPr>
              <w:t>With guidance from adults, recall information from experiences or gather information from provided sources (e.g., books, computers) to answer questions.</w:t>
            </w:r>
          </w:p>
          <w:p w:rsidR="002B0D90" w:rsidRDefault="002B0D90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L1.1. Demonstrate command of conventions (including use of pronouns) in response to topic or prompt</w:t>
            </w:r>
          </w:p>
          <w:p w:rsidR="002B0D90" w:rsidRDefault="002B0D90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L1.6 Use words and phrases from texts and/or conversations to signal relationships  (when, because…)</w:t>
            </w:r>
          </w:p>
          <w:p w:rsidR="002B0D90" w:rsidRPr="008A36E1" w:rsidRDefault="002B0D90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RL 1.7 Use illustrations to describe character, setting, or events.</w:t>
            </w:r>
          </w:p>
          <w:p w:rsidR="002B0D9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/>
                <w:sz w:val="24"/>
                <w:szCs w:val="24"/>
              </w:rPr>
              <w:t>I can write a sentence about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someone who has done something nice .  (demonstrates one of the “good” character traits. </w:t>
            </w: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Default="002B0D90" w:rsidP="00856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2B0D90" w:rsidRPr="00801B11" w:rsidRDefault="002B0D90" w:rsidP="00801B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B11">
              <w:rPr>
                <w:rFonts w:ascii="Times New Roman" w:hAnsi="Times New Roman"/>
                <w:sz w:val="24"/>
                <w:szCs w:val="24"/>
              </w:rPr>
              <w:t>Day 1</w:t>
            </w:r>
          </w:p>
          <w:p w:rsidR="002B0D90" w:rsidRPr="00801B11" w:rsidRDefault="002B0D90" w:rsidP="00801B1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Teacher models the following statement. 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(Insert name of student here)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was </w:t>
            </w:r>
            <w:r w:rsidRPr="00795D8F">
              <w:rPr>
                <w:rFonts w:ascii="Times New Roman" w:hAnsi="Times New Roman"/>
                <w:i/>
                <w:sz w:val="24"/>
                <w:szCs w:val="24"/>
              </w:rPr>
              <w:t>kind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when he </w:t>
            </w:r>
            <w:r w:rsidRPr="00795D8F">
              <w:rPr>
                <w:rFonts w:ascii="Times New Roman" w:hAnsi="Times New Roman"/>
                <w:i/>
                <w:sz w:val="24"/>
                <w:szCs w:val="24"/>
              </w:rPr>
              <w:t>shared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his pencils.  Teacher may model more than one character trait- or focus on one character trait for the whole class.</w:t>
            </w:r>
          </w:p>
          <w:p w:rsidR="002B0D90" w:rsidRDefault="002B0D90" w:rsidP="00856AB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Students illustrate a time when someone showed “good” character trait on lined paper with picture space provided at top.</w:t>
            </w:r>
          </w:p>
          <w:p w:rsidR="002B0D90" w:rsidRPr="008F5FB1" w:rsidRDefault="002B0D90" w:rsidP="00801B1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Day 2</w:t>
            </w:r>
          </w:p>
          <w:p w:rsidR="002B0D90" w:rsidRDefault="002B0D90" w:rsidP="008F5F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Students write a sentence below their picture which names a friend who has demonstrated a “good” character trait (done something nice.)  Teacher may provide sentence starter such as ________ was nice when he…  Some students may write sentences without needing sentence starter. </w:t>
            </w:r>
          </w:p>
          <w:p w:rsidR="002B0D90" w:rsidRDefault="002B0D90" w:rsidP="00744C29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D90" w:rsidRDefault="002B0D90" w:rsidP="00744C2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3- Edit and Share</w:t>
            </w:r>
          </w:p>
          <w:p w:rsidR="002B0D90" w:rsidRPr="00744C29" w:rsidRDefault="002B0D90" w:rsidP="00744C2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44C29">
              <w:rPr>
                <w:rFonts w:ascii="Times New Roman" w:hAnsi="Times New Roman"/>
                <w:b/>
                <w:sz w:val="24"/>
                <w:szCs w:val="24"/>
              </w:rPr>
              <w:t>Students are directed to check for a capital letter at the beginning of the sentence and for the name of their friend.</w:t>
            </w:r>
          </w:p>
          <w:p w:rsidR="002B0D90" w:rsidRDefault="002B0D90" w:rsidP="008F5F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Students are directed to check for ending punctuation (period). </w:t>
            </w:r>
          </w:p>
          <w:p w:rsidR="002B0D90" w:rsidRDefault="002B0D90" w:rsidP="008F5F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Students are directed to check spelling of commonly used words (word wall words).</w:t>
            </w:r>
          </w:p>
          <w:p w:rsidR="002B0D90" w:rsidRDefault="002B0D90" w:rsidP="008F5F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Students are directed to exchange papers with their “elbow partner.”  The partner tries to successful read and understand sentence.  *If spelling is not phonetically decodable by peer- (if it is unable to be read) the teacher will need to offer direct instruction with the student to make corrections. </w:t>
            </w:r>
          </w:p>
          <w:p w:rsidR="002B0D90" w:rsidRPr="00856AB0" w:rsidRDefault="002B0D90" w:rsidP="00744C29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D90" w:rsidRPr="00856AB0" w:rsidTr="00856AB0">
        <w:trPr>
          <w:trHeight w:val="710"/>
        </w:trPr>
        <w:tc>
          <w:tcPr>
            <w:tcW w:w="2538" w:type="dxa"/>
          </w:tcPr>
          <w:p w:rsidR="002B0D90" w:rsidRPr="00856AB0" w:rsidRDefault="002B0D90" w:rsidP="00856AB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B0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2B0D90" w:rsidRPr="00801B11" w:rsidRDefault="002B0D90" w:rsidP="00801B1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3:</w:t>
            </w:r>
          </w:p>
          <w:p w:rsidR="002B0D90" w:rsidRPr="00856AB0" w:rsidRDefault="002B0D90" w:rsidP="00801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Teacher selects several students to read and share their sentences/stories about their friend.  Teacher provides survey with character traits listed.  Students put an x by the character trait they feel is the most important.  After students have had an opportunity to complete the survey, they come to the carpet and share their response while giving a (verbal) explanation as to why they think that character trait is the most important. </w:t>
            </w:r>
          </w:p>
        </w:tc>
      </w:tr>
      <w:tr w:rsidR="002B0D90" w:rsidRPr="00856AB0" w:rsidTr="00856AB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2B0D90" w:rsidRPr="00856AB0" w:rsidTr="00856AB0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2B0D90" w:rsidRPr="00856AB0" w:rsidTr="00856AB0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may add additional sentences in the “writing” portion of the lesson.  They do not have to use the sentence starter (provided).</w:t>
            </w: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2B0D9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sz w:val="24"/>
                <w:szCs w:val="24"/>
              </w:rPr>
              <w:t xml:space="preserve">Students can copy a characteristic from the board if unable to write a sentence about what someone has done for them.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Also, the teacher may write the sentence:  </w:t>
            </w:r>
            <w:r w:rsidRPr="00744C2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Mary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4C29">
              <w:rPr>
                <w:rFonts w:ascii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kind. And student copies or traces the simple sentence.</w:t>
            </w:r>
          </w:p>
          <w:p w:rsidR="002B0D90" w:rsidRPr="00744C29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Teacher may also use Scott Foresman Kindergarten Review booklet provided with series.</w:t>
            </w:r>
          </w:p>
        </w:tc>
        <w:tc>
          <w:tcPr>
            <w:tcW w:w="3672" w:type="dxa"/>
            <w:shd w:val="clear" w:color="auto" w:fill="FFFFFF"/>
          </w:tcPr>
          <w:p w:rsidR="002B0D90" w:rsidRPr="00856AB0" w:rsidRDefault="002B0D90" w:rsidP="00744C29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be determined</w:t>
            </w:r>
            <w:r w:rsidRPr="00856A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0D90" w:rsidRPr="00856AB0" w:rsidTr="00856AB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2B0D90" w:rsidRPr="00856AB0" w:rsidRDefault="002B0D90" w:rsidP="00856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2B0D90" w:rsidRPr="00856AB0" w:rsidTr="00856AB0">
        <w:trPr>
          <w:trHeight w:val="296"/>
        </w:trPr>
        <w:tc>
          <w:tcPr>
            <w:tcW w:w="11016" w:type="dxa"/>
            <w:gridSpan w:val="6"/>
          </w:tcPr>
          <w:p w:rsidR="002B0D90" w:rsidRPr="00856AB0" w:rsidRDefault="002B0D90" w:rsidP="00744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 xml:space="preserve">Assessment(s):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Vocabulary (character trait) matching activity page, Picture/sentence using appropriate conventions.  </w:t>
            </w:r>
          </w:p>
        </w:tc>
      </w:tr>
      <w:tr w:rsidR="002B0D90" w:rsidRPr="00856AB0" w:rsidTr="00856AB0">
        <w:trPr>
          <w:trHeight w:val="296"/>
        </w:trPr>
        <w:tc>
          <w:tcPr>
            <w:tcW w:w="11016" w:type="dxa"/>
            <w:gridSpan w:val="6"/>
          </w:tcPr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AB0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(record notes here)</w:t>
            </w: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0D90" w:rsidRPr="00856AB0" w:rsidRDefault="002B0D90" w:rsidP="0085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D90" w:rsidRPr="0007242D" w:rsidRDefault="002B0D90" w:rsidP="00C92D93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2B0D90" w:rsidRDefault="002B0D90" w:rsidP="00C92D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0D90" w:rsidRPr="00FE4609" w:rsidRDefault="002B0D90" w:rsidP="00FE4609">
      <w:pPr>
        <w:rPr>
          <w:rFonts w:ascii="Times New Roman" w:hAnsi="Times New Roman"/>
          <w:sz w:val="24"/>
          <w:szCs w:val="24"/>
        </w:rPr>
      </w:pPr>
    </w:p>
    <w:sectPr w:rsidR="002B0D90" w:rsidRPr="00FE4609" w:rsidSect="00FE460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D90" w:rsidRDefault="002B0D90" w:rsidP="00D7779B">
      <w:pPr>
        <w:spacing w:after="0" w:line="240" w:lineRule="auto"/>
      </w:pPr>
      <w:r>
        <w:separator/>
      </w:r>
    </w:p>
  </w:endnote>
  <w:endnote w:type="continuationSeparator" w:id="0">
    <w:p w:rsidR="002B0D90" w:rsidRDefault="002B0D9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D90" w:rsidRDefault="002B0D90" w:rsidP="00856AB0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D90" w:rsidRDefault="002B0D90" w:rsidP="00D7779B">
      <w:pPr>
        <w:spacing w:after="0" w:line="240" w:lineRule="auto"/>
      </w:pPr>
      <w:r>
        <w:separator/>
      </w:r>
    </w:p>
  </w:footnote>
  <w:footnote w:type="continuationSeparator" w:id="0">
    <w:p w:rsidR="002B0D90" w:rsidRDefault="002B0D9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F00"/>
    <w:multiLevelType w:val="hybridMultilevel"/>
    <w:tmpl w:val="23F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00625"/>
    <w:multiLevelType w:val="hybridMultilevel"/>
    <w:tmpl w:val="248A0966"/>
    <w:lvl w:ilvl="0" w:tplc="3092A3B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DE110AE"/>
    <w:multiLevelType w:val="hybridMultilevel"/>
    <w:tmpl w:val="35B8271A"/>
    <w:lvl w:ilvl="0" w:tplc="E4FAE232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A8542C"/>
    <w:multiLevelType w:val="hybridMultilevel"/>
    <w:tmpl w:val="B6FC5EFA"/>
    <w:lvl w:ilvl="0" w:tplc="040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5">
    <w:nsid w:val="1B3440E7"/>
    <w:multiLevelType w:val="hybridMultilevel"/>
    <w:tmpl w:val="29E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200E1"/>
    <w:multiLevelType w:val="hybridMultilevel"/>
    <w:tmpl w:val="B2FCF3DE"/>
    <w:lvl w:ilvl="0" w:tplc="04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3D4532F1"/>
    <w:multiLevelType w:val="hybridMultilevel"/>
    <w:tmpl w:val="F71221E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48F81E7D"/>
    <w:multiLevelType w:val="hybridMultilevel"/>
    <w:tmpl w:val="D7020546"/>
    <w:lvl w:ilvl="0" w:tplc="0409000F">
      <w:start w:val="1"/>
      <w:numFmt w:val="decimal"/>
      <w:lvlText w:val="%1."/>
      <w:lvlJc w:val="left"/>
      <w:pPr>
        <w:ind w:left="14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  <w:rPr>
        <w:rFonts w:cs="Times New Roman"/>
      </w:rPr>
    </w:lvl>
  </w:abstractNum>
  <w:abstractNum w:abstractNumId="9">
    <w:nsid w:val="48FC2158"/>
    <w:multiLevelType w:val="hybridMultilevel"/>
    <w:tmpl w:val="AA4E1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B3C1B"/>
    <w:multiLevelType w:val="hybridMultilevel"/>
    <w:tmpl w:val="29B44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20D5E"/>
    <w:multiLevelType w:val="hybridMultilevel"/>
    <w:tmpl w:val="2812A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57405"/>
    <w:multiLevelType w:val="hybridMultilevel"/>
    <w:tmpl w:val="4DE01536"/>
    <w:lvl w:ilvl="0" w:tplc="0409000F">
      <w:start w:val="1"/>
      <w:numFmt w:val="decimal"/>
      <w:lvlText w:val="%1."/>
      <w:lvlJc w:val="left"/>
      <w:pPr>
        <w:ind w:left="14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  <w:rPr>
        <w:rFonts w:cs="Times New Roman"/>
      </w:rPr>
    </w:lvl>
  </w:abstractNum>
  <w:abstractNum w:abstractNumId="14">
    <w:nsid w:val="560B275F"/>
    <w:multiLevelType w:val="hybridMultilevel"/>
    <w:tmpl w:val="2ABE1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E7BD2"/>
    <w:multiLevelType w:val="hybridMultilevel"/>
    <w:tmpl w:val="F9E0C7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2749B3"/>
    <w:multiLevelType w:val="hybridMultilevel"/>
    <w:tmpl w:val="6EC63CE6"/>
    <w:lvl w:ilvl="0" w:tplc="7D54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DC740D"/>
    <w:multiLevelType w:val="hybridMultilevel"/>
    <w:tmpl w:val="374CC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FC0A02"/>
    <w:multiLevelType w:val="hybridMultilevel"/>
    <w:tmpl w:val="1270B4B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5D375E7F"/>
    <w:multiLevelType w:val="hybridMultilevel"/>
    <w:tmpl w:val="D7C8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F329BD"/>
    <w:multiLevelType w:val="hybridMultilevel"/>
    <w:tmpl w:val="F588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4D6A69"/>
    <w:multiLevelType w:val="hybridMultilevel"/>
    <w:tmpl w:val="4378C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D05C88"/>
    <w:multiLevelType w:val="hybridMultilevel"/>
    <w:tmpl w:val="08D2B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1"/>
  </w:num>
  <w:num w:numId="4">
    <w:abstractNumId w:val="0"/>
  </w:num>
  <w:num w:numId="5">
    <w:abstractNumId w:val="5"/>
  </w:num>
  <w:num w:numId="6">
    <w:abstractNumId w:val="11"/>
  </w:num>
  <w:num w:numId="7">
    <w:abstractNumId w:val="3"/>
  </w:num>
  <w:num w:numId="8">
    <w:abstractNumId w:val="2"/>
  </w:num>
  <w:num w:numId="9">
    <w:abstractNumId w:val="19"/>
  </w:num>
  <w:num w:numId="10">
    <w:abstractNumId w:val="18"/>
  </w:num>
  <w:num w:numId="11">
    <w:abstractNumId w:val="22"/>
  </w:num>
  <w:num w:numId="12">
    <w:abstractNumId w:val="9"/>
  </w:num>
  <w:num w:numId="13">
    <w:abstractNumId w:val="15"/>
  </w:num>
  <w:num w:numId="14">
    <w:abstractNumId w:val="17"/>
  </w:num>
  <w:num w:numId="15">
    <w:abstractNumId w:val="8"/>
  </w:num>
  <w:num w:numId="16">
    <w:abstractNumId w:val="4"/>
  </w:num>
  <w:num w:numId="17">
    <w:abstractNumId w:val="13"/>
  </w:num>
  <w:num w:numId="18">
    <w:abstractNumId w:val="6"/>
  </w:num>
  <w:num w:numId="19">
    <w:abstractNumId w:val="7"/>
  </w:num>
  <w:num w:numId="20">
    <w:abstractNumId w:val="10"/>
  </w:num>
  <w:num w:numId="21">
    <w:abstractNumId w:val="14"/>
  </w:num>
  <w:num w:numId="22">
    <w:abstractNumId w:val="2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703D4"/>
    <w:rsid w:val="0007242D"/>
    <w:rsid w:val="000C47FD"/>
    <w:rsid w:val="000F1FAA"/>
    <w:rsid w:val="0015579E"/>
    <w:rsid w:val="001676C9"/>
    <w:rsid w:val="00181B8C"/>
    <w:rsid w:val="00221A92"/>
    <w:rsid w:val="00224A5F"/>
    <w:rsid w:val="0025146E"/>
    <w:rsid w:val="00257C65"/>
    <w:rsid w:val="0026011A"/>
    <w:rsid w:val="0028190D"/>
    <w:rsid w:val="002B0D90"/>
    <w:rsid w:val="00364651"/>
    <w:rsid w:val="0039704B"/>
    <w:rsid w:val="003D7D31"/>
    <w:rsid w:val="003F39B8"/>
    <w:rsid w:val="00472EC7"/>
    <w:rsid w:val="004B658C"/>
    <w:rsid w:val="0051657B"/>
    <w:rsid w:val="00517B01"/>
    <w:rsid w:val="00570FB8"/>
    <w:rsid w:val="005A7690"/>
    <w:rsid w:val="005C06D4"/>
    <w:rsid w:val="005C4CBE"/>
    <w:rsid w:val="00643719"/>
    <w:rsid w:val="006A0ACD"/>
    <w:rsid w:val="006D0B6E"/>
    <w:rsid w:val="006F794C"/>
    <w:rsid w:val="00744C29"/>
    <w:rsid w:val="0079239E"/>
    <w:rsid w:val="00795D8F"/>
    <w:rsid w:val="007C51A6"/>
    <w:rsid w:val="007C65DE"/>
    <w:rsid w:val="0080167A"/>
    <w:rsid w:val="00801B11"/>
    <w:rsid w:val="00806903"/>
    <w:rsid w:val="00856AB0"/>
    <w:rsid w:val="008A36E1"/>
    <w:rsid w:val="008C13D7"/>
    <w:rsid w:val="008F5FB1"/>
    <w:rsid w:val="0092335F"/>
    <w:rsid w:val="00946424"/>
    <w:rsid w:val="009B085C"/>
    <w:rsid w:val="009C5518"/>
    <w:rsid w:val="00A40606"/>
    <w:rsid w:val="00A67116"/>
    <w:rsid w:val="00A801A6"/>
    <w:rsid w:val="00A90A8F"/>
    <w:rsid w:val="00AC54CD"/>
    <w:rsid w:val="00BF1120"/>
    <w:rsid w:val="00C61872"/>
    <w:rsid w:val="00C92D93"/>
    <w:rsid w:val="00CD5617"/>
    <w:rsid w:val="00D7779B"/>
    <w:rsid w:val="00D801CF"/>
    <w:rsid w:val="00DC5EE2"/>
    <w:rsid w:val="00DD6FE2"/>
    <w:rsid w:val="00DF6937"/>
    <w:rsid w:val="00E138DE"/>
    <w:rsid w:val="00E15475"/>
    <w:rsid w:val="00E23AA3"/>
    <w:rsid w:val="00E42AFA"/>
    <w:rsid w:val="00E96C73"/>
    <w:rsid w:val="00FA46D2"/>
    <w:rsid w:val="00FB55A1"/>
    <w:rsid w:val="00FD0374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37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5A769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1049</Words>
  <Characters>5982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</dc:title>
  <dc:subject/>
  <dc:creator>Breedlove, Logan W</dc:creator>
  <cp:keywords/>
  <dc:description/>
  <cp:lastModifiedBy>Pat</cp:lastModifiedBy>
  <cp:revision>2</cp:revision>
  <cp:lastPrinted>2012-05-01T14:47:00Z</cp:lastPrinted>
  <dcterms:created xsi:type="dcterms:W3CDTF">2012-07-11T14:27:00Z</dcterms:created>
  <dcterms:modified xsi:type="dcterms:W3CDTF">2012-07-11T14:27:00Z</dcterms:modified>
</cp:coreProperties>
</file>